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227F675E" w:rsidR="0020639C" w:rsidRPr="00735DE7" w:rsidRDefault="00DF55D4" w:rsidP="00157D48">
            <w:pPr>
              <w:jc w:val="right"/>
            </w:pPr>
            <w:r>
              <w:rPr>
                <w:rFonts w:ascii="Arial" w:hAnsi="Arial"/>
              </w:rPr>
              <w:t>82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4F7B4DBF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8628435" wp14:editId="0676CDB5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6000CD65" w:rsidR="00C42BFF" w:rsidRDefault="00DF55D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9D491DB" wp14:editId="0AEC4332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0061E066" w:rsidR="00C42BFF" w:rsidRDefault="00DF55D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EA6752" wp14:editId="4C8A8C75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6CABC594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B76C8D">
        <w:rPr>
          <w:rFonts w:ascii="Arial" w:hAnsi="Arial" w:cs="Arial"/>
          <w:lang w:val="nl-BE"/>
        </w:rPr>
        <w:t>8</w:t>
      </w:r>
      <w:r w:rsidR="00DF55D4">
        <w:rPr>
          <w:rFonts w:ascii="Arial" w:hAnsi="Arial" w:cs="Arial"/>
          <w:lang w:val="nl-BE"/>
        </w:rPr>
        <w:t>2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F67073C" w14:textId="11E9F533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B76C8D">
        <w:rPr>
          <w:rFonts w:ascii="Arial" w:hAnsi="Arial" w:cs="Arial"/>
          <w:lang w:val="nl-BE"/>
        </w:rPr>
        <w:t>10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C8C9" w14:textId="77777777" w:rsidR="00002A8C" w:rsidRDefault="00002A8C">
      <w:r>
        <w:separator/>
      </w:r>
    </w:p>
  </w:endnote>
  <w:endnote w:type="continuationSeparator" w:id="0">
    <w:p w14:paraId="6DE6B05E" w14:textId="77777777" w:rsidR="00002A8C" w:rsidRDefault="0000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A2652" w14:textId="77777777" w:rsidR="00002A8C" w:rsidRDefault="00002A8C">
      <w:r>
        <w:separator/>
      </w:r>
    </w:p>
  </w:footnote>
  <w:footnote w:type="continuationSeparator" w:id="0">
    <w:p w14:paraId="475CFE97" w14:textId="77777777" w:rsidR="00002A8C" w:rsidRDefault="0000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57D9A8F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 xml:space="preserve">elementhoogte </w:t>
    </w:r>
    <w:r w:rsidR="009E6FFA">
      <w:rPr>
        <w:rFonts w:ascii="Arial" w:hAnsi="Arial"/>
        <w:b/>
      </w:rPr>
      <w:t>8</w:t>
    </w:r>
    <w:r w:rsidR="00DF55D4">
      <w:rPr>
        <w:rFonts w:ascii="Arial" w:hAnsi="Arial"/>
        <w:b/>
      </w:rPr>
      <w:t>2</w:t>
    </w:r>
    <w:r w:rsidR="007B46A7">
      <w:rPr>
        <w:rFonts w:ascii="Arial" w:hAnsi="Arial"/>
        <w:b/>
      </w:rPr>
      <w:t xml:space="preserve">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</w:t>
    </w:r>
    <w:r w:rsidR="00DF55D4">
      <w:rPr>
        <w:rFonts w:ascii="Arial" w:hAnsi="Arial"/>
        <w:b/>
      </w:rPr>
      <w:t>1</w:t>
    </w:r>
    <w:r w:rsidR="009E6FFA">
      <w:rPr>
        <w:rFonts w:ascii="Arial" w:hAnsi="Arial"/>
        <w:b/>
      </w:rPr>
      <w:t>5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1892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65FA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6FFA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6C8D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266AD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5D4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29E8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1BB62-A073-4296-B53E-80D611E7B82D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2</Pages>
  <Words>332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2023-12-05T12:48:00Z</dcterms:created>
  <dcterms:modified xsi:type="dcterms:W3CDTF">2023-12-05T12:50:00Z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